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B29739-6339-4168-B075-780C6EBD88FF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